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2FC38" w14:textId="77777777" w:rsidR="00F81CE8" w:rsidRDefault="00F81CE8" w:rsidP="00F81CE8">
      <w:pPr>
        <w:pStyle w:val="Nadpis1"/>
        <w:rPr>
          <w:noProof/>
        </w:rPr>
      </w:pPr>
      <w:r w:rsidRPr="00F81CE8">
        <w:rPr>
          <w:noProof/>
        </w:rPr>
        <w:t>Technická specifikace zakázky</w:t>
      </w:r>
    </w:p>
    <w:p w14:paraId="09F2E11D" w14:textId="2A297E9E" w:rsidR="00FC2F16" w:rsidRPr="00F81CE8" w:rsidRDefault="00FC2F16" w:rsidP="00F81CE8">
      <w:pPr>
        <w:pStyle w:val="Nadpis2"/>
        <w:rPr>
          <w:noProof/>
        </w:rPr>
      </w:pPr>
      <w:r w:rsidRPr="00F81CE8">
        <w:rPr>
          <w:noProof/>
        </w:rPr>
        <w:t>„</w:t>
      </w:r>
      <w:r w:rsidR="008D6942" w:rsidRPr="008D6942">
        <w:rPr>
          <w:noProof/>
        </w:rPr>
        <w:t>Dodávka motorové brusky na kolejnice</w:t>
      </w:r>
      <w:r w:rsidR="00462793">
        <w:rPr>
          <w:noProof/>
        </w:rPr>
        <w:t xml:space="preserve"> pro ST PCE</w:t>
      </w:r>
      <w:r w:rsidRPr="00F81CE8">
        <w:rPr>
          <w:noProof/>
        </w:rPr>
        <w:t>“</w:t>
      </w:r>
    </w:p>
    <w:p w14:paraId="45B2D72C" w14:textId="77777777" w:rsidR="00F81CE8" w:rsidRDefault="00F81CE8" w:rsidP="00FC2F16">
      <w:pPr>
        <w:jc w:val="both"/>
        <w:rPr>
          <w:rFonts w:ascii="Verdana" w:hAnsi="Verdana"/>
          <w:noProof/>
        </w:rPr>
      </w:pPr>
    </w:p>
    <w:p w14:paraId="78F59151" w14:textId="61DE5CD1" w:rsidR="00FC2F16" w:rsidRPr="00527513" w:rsidRDefault="00FC2F16" w:rsidP="00FC2F16">
      <w:pPr>
        <w:jc w:val="both"/>
        <w:rPr>
          <w:rFonts w:ascii="Verdana" w:hAnsi="Verdana"/>
          <w:noProof/>
        </w:rPr>
      </w:pPr>
      <w:r w:rsidRPr="004741D7">
        <w:rPr>
          <w:rFonts w:ascii="Verdana" w:hAnsi="Verdana"/>
          <w:noProof/>
        </w:rPr>
        <w:t xml:space="preserve">Předmětem veřejné zakázky je </w:t>
      </w:r>
      <w:r w:rsidR="008D6942" w:rsidRPr="008D6942">
        <w:rPr>
          <w:noProof/>
        </w:rPr>
        <w:t>Dodávka motorové brusky na kolejnice</w:t>
      </w:r>
      <w:r w:rsidR="008D6942">
        <w:rPr>
          <w:b/>
          <w:noProof/>
        </w:rPr>
        <w:t xml:space="preserve">, </w:t>
      </w:r>
      <w:r w:rsidR="008D6942">
        <w:rPr>
          <w:noProof/>
        </w:rPr>
        <w:t>která splňuje</w:t>
      </w:r>
      <w:r w:rsidR="008D6942">
        <w:rPr>
          <w:b/>
          <w:noProof/>
        </w:rPr>
        <w:t xml:space="preserve"> </w:t>
      </w:r>
      <w:r w:rsidRPr="00527513">
        <w:rPr>
          <w:rFonts w:ascii="Verdana" w:hAnsi="Verdana"/>
          <w:noProof/>
        </w:rPr>
        <w:t xml:space="preserve">níže uvedené </w:t>
      </w:r>
      <w:r w:rsidR="006A21EA" w:rsidRPr="00527513">
        <w:rPr>
          <w:rFonts w:ascii="Verdana" w:hAnsi="Verdana"/>
          <w:noProof/>
        </w:rPr>
        <w:t>požadavky a zaškolení obsluhujících zaměstnanců kupujícího</w:t>
      </w:r>
      <w:r w:rsidR="002D2B23" w:rsidRPr="00527513">
        <w:rPr>
          <w:rFonts w:ascii="Verdana" w:hAnsi="Verdana"/>
          <w:noProof/>
        </w:rPr>
        <w:t xml:space="preserve"> v areálu </w:t>
      </w:r>
      <w:r w:rsidR="008D6942">
        <w:rPr>
          <w:rFonts w:ascii="Verdana" w:hAnsi="Verdana"/>
          <w:noProof/>
        </w:rPr>
        <w:t>TO Ústí n. Orlicí</w:t>
      </w:r>
      <w:r w:rsidR="002D2B23" w:rsidRPr="00527513">
        <w:rPr>
          <w:rFonts w:ascii="Verdana" w:hAnsi="Verdana"/>
          <w:noProof/>
        </w:rPr>
        <w:t xml:space="preserve"> (viz. místo plnění</w:t>
      </w:r>
      <w:r w:rsidR="001000CF" w:rsidRPr="00527513">
        <w:rPr>
          <w:rFonts w:ascii="Verdana" w:hAnsi="Verdana"/>
          <w:noProof/>
        </w:rPr>
        <w:t xml:space="preserve"> veřejné zakázky</w:t>
      </w:r>
      <w:r w:rsidR="002D2B23" w:rsidRPr="00527513">
        <w:rPr>
          <w:rFonts w:ascii="Verdana" w:hAnsi="Verdana"/>
          <w:noProof/>
        </w:rPr>
        <w:t>)</w:t>
      </w:r>
      <w:r w:rsidR="006A21EA" w:rsidRPr="00527513">
        <w:rPr>
          <w:rFonts w:ascii="Verdana" w:hAnsi="Verdana"/>
          <w:noProof/>
        </w:rPr>
        <w:t>.</w:t>
      </w:r>
    </w:p>
    <w:p w14:paraId="7FD4C490" w14:textId="77777777" w:rsidR="00FC2F16" w:rsidRPr="00527513" w:rsidRDefault="00FC2F16" w:rsidP="00FC2F16">
      <w:pPr>
        <w:spacing w:after="0"/>
        <w:rPr>
          <w:rFonts w:ascii="Verdana" w:hAnsi="Verdana"/>
          <w:b/>
        </w:rPr>
      </w:pPr>
    </w:p>
    <w:p w14:paraId="342A344F" w14:textId="14B4D1E3" w:rsidR="008D6942" w:rsidRPr="008D6942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8D6942">
        <w:rPr>
          <w:rFonts w:ascii="Verdana" w:hAnsi="Verdana"/>
        </w:rPr>
        <w:t>Nový výrobek</w:t>
      </w:r>
    </w:p>
    <w:p w14:paraId="5225937D" w14:textId="02F6998F" w:rsidR="008D6942" w:rsidRPr="008D6942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8D6942">
        <w:rPr>
          <w:rFonts w:ascii="Verdana" w:hAnsi="Verdana"/>
        </w:rPr>
        <w:t>Motor 4-taktní</w:t>
      </w:r>
      <w:r w:rsidR="00CB3A1F">
        <w:rPr>
          <w:rFonts w:ascii="Verdana" w:hAnsi="Verdana"/>
        </w:rPr>
        <w:t xml:space="preserve">, </w:t>
      </w:r>
      <w:r w:rsidR="00CB3A1F">
        <w:rPr>
          <w:rStyle w:val="rynqvb"/>
        </w:rPr>
        <w:t xml:space="preserve">benzínový </w:t>
      </w:r>
    </w:p>
    <w:p w14:paraId="0698059E" w14:textId="7EA0EDEF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Jmenovitý výkon motoru minimálně 4.</w:t>
      </w:r>
      <w:r w:rsidR="001358D9" w:rsidRPr="00D4610B">
        <w:rPr>
          <w:rFonts w:ascii="Verdana" w:hAnsi="Verdana"/>
        </w:rPr>
        <w:t>6</w:t>
      </w:r>
      <w:r w:rsidRPr="00D4610B">
        <w:rPr>
          <w:rFonts w:ascii="Verdana" w:hAnsi="Verdana"/>
        </w:rPr>
        <w:t xml:space="preserve"> kW při </w:t>
      </w:r>
      <w:r w:rsidR="001358D9" w:rsidRPr="00D4610B">
        <w:rPr>
          <w:rFonts w:ascii="Verdana" w:hAnsi="Verdana"/>
        </w:rPr>
        <w:t>3 900</w:t>
      </w:r>
      <w:r w:rsidRPr="00D4610B">
        <w:rPr>
          <w:rFonts w:ascii="Verdana" w:hAnsi="Verdana"/>
        </w:rPr>
        <w:t xml:space="preserve"> </w:t>
      </w:r>
      <w:proofErr w:type="spellStart"/>
      <w:r w:rsidRPr="00D4610B">
        <w:rPr>
          <w:rFonts w:ascii="Verdana" w:hAnsi="Verdana"/>
        </w:rPr>
        <w:t>ot</w:t>
      </w:r>
      <w:proofErr w:type="spellEnd"/>
      <w:r w:rsidRPr="00D4610B">
        <w:rPr>
          <w:rFonts w:ascii="Verdana" w:hAnsi="Verdana"/>
        </w:rPr>
        <w:t>/min</w:t>
      </w:r>
    </w:p>
    <w:p w14:paraId="111C44C2" w14:textId="77777777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Objem motoru minimálně 200 cm3</w:t>
      </w:r>
    </w:p>
    <w:p w14:paraId="04868F76" w14:textId="06EA17AB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Maximální výkyv minimálně. 80° vně a 20° uvnitř</w:t>
      </w:r>
    </w:p>
    <w:p w14:paraId="5D9AB7E3" w14:textId="7283C792" w:rsidR="00320BF6" w:rsidRPr="00D4610B" w:rsidRDefault="00320BF6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Pro použití hrncových kotoučů</w:t>
      </w:r>
    </w:p>
    <w:p w14:paraId="393A5232" w14:textId="77777777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Brusný kotouč o průměru min. 125mm</w:t>
      </w:r>
    </w:p>
    <w:p w14:paraId="0D702813" w14:textId="4D2F4206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Přestavitelná velikost rámu, roz</w:t>
      </w:r>
      <w:r w:rsidR="00CB3A1F" w:rsidRPr="00D4610B">
        <w:rPr>
          <w:rFonts w:ascii="Verdana" w:hAnsi="Verdana"/>
        </w:rPr>
        <w:t>chod v rozmezí min. 1000mm - 167</w:t>
      </w:r>
      <w:r w:rsidRPr="00D4610B">
        <w:rPr>
          <w:rFonts w:ascii="Verdana" w:hAnsi="Verdana"/>
        </w:rPr>
        <w:t>0mm</w:t>
      </w:r>
    </w:p>
    <w:p w14:paraId="19469378" w14:textId="20A31794" w:rsidR="00CB3A1F" w:rsidRPr="00D4610B" w:rsidRDefault="00CB3A1F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Style w:val="rynqvb"/>
        </w:rPr>
        <w:t xml:space="preserve">Nouzové zastavení na madle </w:t>
      </w:r>
    </w:p>
    <w:p w14:paraId="74007DCD" w14:textId="77777777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Návod v českém jazyce</w:t>
      </w:r>
    </w:p>
    <w:p w14:paraId="51E70E0B" w14:textId="5ECD669B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>Hmotnost kompletního stroje max. 1</w:t>
      </w:r>
      <w:r w:rsidR="001358D9" w:rsidRPr="00D4610B">
        <w:rPr>
          <w:rFonts w:ascii="Verdana" w:hAnsi="Verdana"/>
        </w:rPr>
        <w:t>25</w:t>
      </w:r>
      <w:r w:rsidRPr="00D4610B">
        <w:rPr>
          <w:rFonts w:ascii="Verdana" w:hAnsi="Verdana"/>
        </w:rPr>
        <w:t xml:space="preserve"> kg</w:t>
      </w:r>
    </w:p>
    <w:p w14:paraId="28129D7B" w14:textId="2BCC43F6" w:rsidR="008D6942" w:rsidRPr="00D4610B" w:rsidRDefault="008D6942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rPr>
          <w:rFonts w:ascii="Verdana" w:hAnsi="Verdana"/>
        </w:rPr>
        <w:t xml:space="preserve">Uzavřená konstrukce rámu </w:t>
      </w:r>
    </w:p>
    <w:p w14:paraId="1A72A8CF" w14:textId="395E396C" w:rsidR="001358D9" w:rsidRPr="00D4610B" w:rsidRDefault="001358D9" w:rsidP="008D6942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D4610B">
        <w:t>Čtyři izolovaná pojezdová kolečka</w:t>
      </w:r>
    </w:p>
    <w:p w14:paraId="7978D132" w14:textId="58399587" w:rsidR="003F1231" w:rsidRPr="004074CC" w:rsidRDefault="003F1231" w:rsidP="00CB3A1F">
      <w:pPr>
        <w:pStyle w:val="Odstavecseseznamem"/>
        <w:spacing w:after="0" w:line="259" w:lineRule="auto"/>
        <w:rPr>
          <w:rFonts w:ascii="Verdana" w:hAnsi="Verdana"/>
        </w:rPr>
      </w:pPr>
    </w:p>
    <w:p w14:paraId="2AFE5C15" w14:textId="77777777" w:rsidR="009F392E" w:rsidRPr="007700E6" w:rsidRDefault="009F392E" w:rsidP="007700E6">
      <w:pPr>
        <w:rPr>
          <w:noProof/>
        </w:rPr>
      </w:pPr>
    </w:p>
    <w:sectPr w:rsidR="009F392E" w:rsidRPr="007700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02CF3" w14:textId="77777777" w:rsidR="009E5E4B" w:rsidRDefault="009E5E4B" w:rsidP="00962258">
      <w:pPr>
        <w:spacing w:after="0" w:line="240" w:lineRule="auto"/>
      </w:pPr>
      <w:r>
        <w:separator/>
      </w:r>
    </w:p>
  </w:endnote>
  <w:endnote w:type="continuationSeparator" w:id="0">
    <w:p w14:paraId="1F2BF673" w14:textId="77777777" w:rsidR="009E5E4B" w:rsidRDefault="009E5E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81190A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AEE6F7" w14:textId="5D91022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4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0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DF89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83EE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DB15B89" w14:textId="77777777" w:rsidR="00F1715C" w:rsidRDefault="00F1715C" w:rsidP="00D831A3">
          <w:pPr>
            <w:pStyle w:val="Zpat"/>
          </w:pPr>
        </w:p>
      </w:tc>
    </w:tr>
  </w:tbl>
  <w:p w14:paraId="54E6BB1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2009B77" wp14:editId="3C58CC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5A8DFD3" wp14:editId="2A9F7F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C71643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484A60" w14:textId="375B2A6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0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0B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5A3B6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DA612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2AF1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7F7E7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72443B9" w14:textId="77777777"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3546E088" w14:textId="77777777"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14:paraId="7B209074" w14:textId="77777777"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14:paraId="2B52A42F" w14:textId="77777777"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14:paraId="451F1E6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01F5F9B" wp14:editId="6EA391C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1B67CA" wp14:editId="7A697F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D14C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8D9AD" w14:textId="77777777" w:rsidR="009E5E4B" w:rsidRDefault="009E5E4B" w:rsidP="00962258">
      <w:pPr>
        <w:spacing w:after="0" w:line="240" w:lineRule="auto"/>
      </w:pPr>
      <w:r>
        <w:separator/>
      </w:r>
    </w:p>
  </w:footnote>
  <w:footnote w:type="continuationSeparator" w:id="0">
    <w:p w14:paraId="6A1D51FE" w14:textId="77777777" w:rsidR="009E5E4B" w:rsidRDefault="009E5E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170F4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6849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8DC879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4B76BC" w14:textId="77777777" w:rsidR="00F1715C" w:rsidRPr="00D6163D" w:rsidRDefault="00F1715C" w:rsidP="00D6163D">
          <w:pPr>
            <w:pStyle w:val="Druhdokumentu"/>
          </w:pPr>
        </w:p>
      </w:tc>
    </w:tr>
  </w:tbl>
  <w:p w14:paraId="38B299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59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536"/>
      <w:gridCol w:w="5698"/>
    </w:tblGrid>
    <w:tr w:rsidR="00F1715C" w14:paraId="0F6BCAF8" w14:textId="77777777" w:rsidTr="00FC2F1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82572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7F9DD06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50EB9D" w14:textId="52FE0FBF" w:rsidR="00F1715C" w:rsidRPr="00FC2F16" w:rsidRDefault="008D6942" w:rsidP="007700E6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 w:rsidRPr="008D6942">
            <w:rPr>
              <w:sz w:val="18"/>
              <w:szCs w:val="18"/>
            </w:rPr>
            <w:t>Dodávka motorové brusky na kolejnice</w:t>
          </w:r>
          <w:r w:rsidR="00462793">
            <w:rPr>
              <w:sz w:val="18"/>
              <w:szCs w:val="18"/>
            </w:rPr>
            <w:t xml:space="preserve"> pro ST PCE</w:t>
          </w:r>
        </w:p>
      </w:tc>
    </w:tr>
    <w:tr w:rsidR="009F392E" w14:paraId="527B972F" w14:textId="77777777" w:rsidTr="00FC2F1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55632E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14:paraId="46EBCB9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ED58FC" w14:textId="77777777" w:rsidR="009F392E" w:rsidRPr="00D6163D" w:rsidRDefault="009F392E" w:rsidP="00FC6389">
          <w:pPr>
            <w:pStyle w:val="Druhdokumentu"/>
          </w:pPr>
        </w:p>
      </w:tc>
    </w:tr>
  </w:tbl>
  <w:p w14:paraId="6A63C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3E6DBB8" wp14:editId="0A880B1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9DDBF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0D3587"/>
    <w:multiLevelType w:val="multilevel"/>
    <w:tmpl w:val="CABE99FC"/>
    <w:numStyleLink w:val="ListNumbermultilevel"/>
  </w:abstractNum>
  <w:abstractNum w:abstractNumId="13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671CF4"/>
    <w:multiLevelType w:val="multilevel"/>
    <w:tmpl w:val="CABE99FC"/>
    <w:numStyleLink w:val="ListNumber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 w16cid:durableId="1612542364">
    <w:abstractNumId w:val="3"/>
  </w:num>
  <w:num w:numId="2" w16cid:durableId="185103534">
    <w:abstractNumId w:val="1"/>
  </w:num>
  <w:num w:numId="3" w16cid:durableId="18481326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3823776">
    <w:abstractNumId w:val="17"/>
  </w:num>
  <w:num w:numId="5" w16cid:durableId="19865484">
    <w:abstractNumId w:val="5"/>
  </w:num>
  <w:num w:numId="6" w16cid:durableId="982394657">
    <w:abstractNumId w:val="8"/>
  </w:num>
  <w:num w:numId="7" w16cid:durableId="652760888">
    <w:abstractNumId w:val="0"/>
  </w:num>
  <w:num w:numId="8" w16cid:durableId="2051761988">
    <w:abstractNumId w:val="10"/>
  </w:num>
  <w:num w:numId="9" w16cid:durableId="20651319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7935332">
    <w:abstractNumId w:val="8"/>
  </w:num>
  <w:num w:numId="11" w16cid:durableId="282467033">
    <w:abstractNumId w:val="1"/>
  </w:num>
  <w:num w:numId="12" w16cid:durableId="1212350490">
    <w:abstractNumId w:val="8"/>
  </w:num>
  <w:num w:numId="13" w16cid:durableId="1611274646">
    <w:abstractNumId w:val="8"/>
  </w:num>
  <w:num w:numId="14" w16cid:durableId="2145658056">
    <w:abstractNumId w:val="8"/>
  </w:num>
  <w:num w:numId="15" w16cid:durableId="943805559">
    <w:abstractNumId w:val="8"/>
  </w:num>
  <w:num w:numId="16" w16cid:durableId="2131975362">
    <w:abstractNumId w:val="19"/>
  </w:num>
  <w:num w:numId="17" w16cid:durableId="1424574123">
    <w:abstractNumId w:val="3"/>
  </w:num>
  <w:num w:numId="18" w16cid:durableId="1835610530">
    <w:abstractNumId w:val="19"/>
  </w:num>
  <w:num w:numId="19" w16cid:durableId="1698963828">
    <w:abstractNumId w:val="19"/>
  </w:num>
  <w:num w:numId="20" w16cid:durableId="1773279762">
    <w:abstractNumId w:val="19"/>
  </w:num>
  <w:num w:numId="21" w16cid:durableId="1078747663">
    <w:abstractNumId w:val="19"/>
  </w:num>
  <w:num w:numId="22" w16cid:durableId="2123914802">
    <w:abstractNumId w:val="8"/>
  </w:num>
  <w:num w:numId="23" w16cid:durableId="670378397">
    <w:abstractNumId w:val="1"/>
  </w:num>
  <w:num w:numId="24" w16cid:durableId="1321809773">
    <w:abstractNumId w:val="8"/>
  </w:num>
  <w:num w:numId="25" w16cid:durableId="2105220631">
    <w:abstractNumId w:val="8"/>
  </w:num>
  <w:num w:numId="26" w16cid:durableId="397361721">
    <w:abstractNumId w:val="8"/>
  </w:num>
  <w:num w:numId="27" w16cid:durableId="1172910022">
    <w:abstractNumId w:val="8"/>
  </w:num>
  <w:num w:numId="28" w16cid:durableId="1833989176">
    <w:abstractNumId w:val="19"/>
  </w:num>
  <w:num w:numId="29" w16cid:durableId="222760554">
    <w:abstractNumId w:val="3"/>
  </w:num>
  <w:num w:numId="30" w16cid:durableId="1062218423">
    <w:abstractNumId w:val="19"/>
  </w:num>
  <w:num w:numId="31" w16cid:durableId="871040392">
    <w:abstractNumId w:val="19"/>
  </w:num>
  <w:num w:numId="32" w16cid:durableId="1825197559">
    <w:abstractNumId w:val="19"/>
  </w:num>
  <w:num w:numId="33" w16cid:durableId="2034842918">
    <w:abstractNumId w:val="19"/>
  </w:num>
  <w:num w:numId="34" w16cid:durableId="1613979410">
    <w:abstractNumId w:val="14"/>
  </w:num>
  <w:num w:numId="35" w16cid:durableId="1229727581">
    <w:abstractNumId w:val="13"/>
  </w:num>
  <w:num w:numId="36" w16cid:durableId="314530936">
    <w:abstractNumId w:val="7"/>
  </w:num>
  <w:num w:numId="37" w16cid:durableId="631178171">
    <w:abstractNumId w:val="16"/>
  </w:num>
  <w:num w:numId="38" w16cid:durableId="1942834433">
    <w:abstractNumId w:val="18"/>
  </w:num>
  <w:num w:numId="39" w16cid:durableId="683674429">
    <w:abstractNumId w:val="12"/>
  </w:num>
  <w:num w:numId="40" w16cid:durableId="1606883284">
    <w:abstractNumId w:val="15"/>
  </w:num>
  <w:num w:numId="41" w16cid:durableId="1166553451">
    <w:abstractNumId w:val="6"/>
  </w:num>
  <w:num w:numId="42" w16cid:durableId="126360402">
    <w:abstractNumId w:val="2"/>
  </w:num>
  <w:num w:numId="43" w16cid:durableId="2076121425">
    <w:abstractNumId w:val="9"/>
  </w:num>
  <w:num w:numId="44" w16cid:durableId="45871831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BD4"/>
    <w:rsid w:val="000031E7"/>
    <w:rsid w:val="00053BB6"/>
    <w:rsid w:val="000711EA"/>
    <w:rsid w:val="00072C1E"/>
    <w:rsid w:val="000948DB"/>
    <w:rsid w:val="000B5836"/>
    <w:rsid w:val="000E23A7"/>
    <w:rsid w:val="001000CF"/>
    <w:rsid w:val="0010693F"/>
    <w:rsid w:val="00114472"/>
    <w:rsid w:val="00115216"/>
    <w:rsid w:val="001207C4"/>
    <w:rsid w:val="001358D9"/>
    <w:rsid w:val="0014566B"/>
    <w:rsid w:val="001550BC"/>
    <w:rsid w:val="001605B9"/>
    <w:rsid w:val="00170EC5"/>
    <w:rsid w:val="001747C1"/>
    <w:rsid w:val="00184743"/>
    <w:rsid w:val="001A52B3"/>
    <w:rsid w:val="001D21F3"/>
    <w:rsid w:val="00207DF5"/>
    <w:rsid w:val="002215B0"/>
    <w:rsid w:val="00230ABD"/>
    <w:rsid w:val="002570D0"/>
    <w:rsid w:val="00280E07"/>
    <w:rsid w:val="002C31BF"/>
    <w:rsid w:val="002D08B1"/>
    <w:rsid w:val="002D2B23"/>
    <w:rsid w:val="002E0CD7"/>
    <w:rsid w:val="002F5D42"/>
    <w:rsid w:val="00320BF6"/>
    <w:rsid w:val="00335A8D"/>
    <w:rsid w:val="00341DCF"/>
    <w:rsid w:val="00357BC6"/>
    <w:rsid w:val="003956C6"/>
    <w:rsid w:val="003D71E6"/>
    <w:rsid w:val="003F1231"/>
    <w:rsid w:val="004074CC"/>
    <w:rsid w:val="00420DE3"/>
    <w:rsid w:val="00441430"/>
    <w:rsid w:val="00450F07"/>
    <w:rsid w:val="00453CD3"/>
    <w:rsid w:val="004561EA"/>
    <w:rsid w:val="00460660"/>
    <w:rsid w:val="00462793"/>
    <w:rsid w:val="00486107"/>
    <w:rsid w:val="00491827"/>
    <w:rsid w:val="004A7062"/>
    <w:rsid w:val="004B348C"/>
    <w:rsid w:val="004C4399"/>
    <w:rsid w:val="004C787C"/>
    <w:rsid w:val="004E143C"/>
    <w:rsid w:val="004E3A53"/>
    <w:rsid w:val="004E3FA2"/>
    <w:rsid w:val="004F20BC"/>
    <w:rsid w:val="004F4B9B"/>
    <w:rsid w:val="004F69EA"/>
    <w:rsid w:val="00511AB9"/>
    <w:rsid w:val="00523EA7"/>
    <w:rsid w:val="00527513"/>
    <w:rsid w:val="00553375"/>
    <w:rsid w:val="00557C28"/>
    <w:rsid w:val="0056487C"/>
    <w:rsid w:val="005736B7"/>
    <w:rsid w:val="00575E5A"/>
    <w:rsid w:val="005B6D1A"/>
    <w:rsid w:val="005E7758"/>
    <w:rsid w:val="005F1404"/>
    <w:rsid w:val="0061068E"/>
    <w:rsid w:val="00647E71"/>
    <w:rsid w:val="00660AD3"/>
    <w:rsid w:val="00677B7F"/>
    <w:rsid w:val="00692895"/>
    <w:rsid w:val="006A21E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45AEC"/>
    <w:rsid w:val="0076286B"/>
    <w:rsid w:val="007650DB"/>
    <w:rsid w:val="00766846"/>
    <w:rsid w:val="007700E6"/>
    <w:rsid w:val="0077673A"/>
    <w:rsid w:val="007846E1"/>
    <w:rsid w:val="007860BB"/>
    <w:rsid w:val="007B570C"/>
    <w:rsid w:val="007C589B"/>
    <w:rsid w:val="007E4A6E"/>
    <w:rsid w:val="007F56A7"/>
    <w:rsid w:val="00807DD0"/>
    <w:rsid w:val="00841081"/>
    <w:rsid w:val="008659F3"/>
    <w:rsid w:val="00886D4B"/>
    <w:rsid w:val="00895406"/>
    <w:rsid w:val="008A3568"/>
    <w:rsid w:val="008B4880"/>
    <w:rsid w:val="008D03B9"/>
    <w:rsid w:val="008D6942"/>
    <w:rsid w:val="008F18D6"/>
    <w:rsid w:val="00904780"/>
    <w:rsid w:val="00920280"/>
    <w:rsid w:val="00922385"/>
    <w:rsid w:val="009223DF"/>
    <w:rsid w:val="00923DE9"/>
    <w:rsid w:val="00936091"/>
    <w:rsid w:val="00940D8A"/>
    <w:rsid w:val="00944D57"/>
    <w:rsid w:val="00962258"/>
    <w:rsid w:val="009678B7"/>
    <w:rsid w:val="009833E1"/>
    <w:rsid w:val="00992D9C"/>
    <w:rsid w:val="00996CB8"/>
    <w:rsid w:val="009B14A9"/>
    <w:rsid w:val="009B2AEB"/>
    <w:rsid w:val="009B2E97"/>
    <w:rsid w:val="009E07F4"/>
    <w:rsid w:val="009E5E4B"/>
    <w:rsid w:val="009F392E"/>
    <w:rsid w:val="00A17BD4"/>
    <w:rsid w:val="00A324E5"/>
    <w:rsid w:val="00A6177B"/>
    <w:rsid w:val="00A66136"/>
    <w:rsid w:val="00AA4CBB"/>
    <w:rsid w:val="00AA65FA"/>
    <w:rsid w:val="00AA7351"/>
    <w:rsid w:val="00AD056F"/>
    <w:rsid w:val="00AD6731"/>
    <w:rsid w:val="00AD7043"/>
    <w:rsid w:val="00B15D0D"/>
    <w:rsid w:val="00B75EE1"/>
    <w:rsid w:val="00B77481"/>
    <w:rsid w:val="00B8518B"/>
    <w:rsid w:val="00BB022C"/>
    <w:rsid w:val="00BB0AE8"/>
    <w:rsid w:val="00BD7E91"/>
    <w:rsid w:val="00C02D0A"/>
    <w:rsid w:val="00C03A6E"/>
    <w:rsid w:val="00C44F6A"/>
    <w:rsid w:val="00C47AE3"/>
    <w:rsid w:val="00C80092"/>
    <w:rsid w:val="00CB01D5"/>
    <w:rsid w:val="00CB3A1F"/>
    <w:rsid w:val="00CD1FC4"/>
    <w:rsid w:val="00D21061"/>
    <w:rsid w:val="00D4108E"/>
    <w:rsid w:val="00D4610B"/>
    <w:rsid w:val="00D6163D"/>
    <w:rsid w:val="00D73D46"/>
    <w:rsid w:val="00D831A3"/>
    <w:rsid w:val="00DA2778"/>
    <w:rsid w:val="00DC75F3"/>
    <w:rsid w:val="00DD46F3"/>
    <w:rsid w:val="00DE56F2"/>
    <w:rsid w:val="00DF116D"/>
    <w:rsid w:val="00E3059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CE8"/>
    <w:rsid w:val="00F86BA6"/>
    <w:rsid w:val="00FC2F1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C34016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character" w:customStyle="1" w:styleId="rynqvb">
    <w:name w:val="rynqvb"/>
    <w:basedOn w:val="Standardnpsmoodstavce"/>
    <w:rsid w:val="00CB3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AA546A-32A2-48EA-A12A-673D651954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3CA898-04F1-4182-AFAE-5FDF9F4CF11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</Template>
  <TotalTime>6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Panenková Lucie, Mgr.</dc:creator>
  <cp:lastModifiedBy>Jirowetz Jan Ing.</cp:lastModifiedBy>
  <cp:revision>4</cp:revision>
  <cp:lastPrinted>2023-02-28T08:31:00Z</cp:lastPrinted>
  <dcterms:created xsi:type="dcterms:W3CDTF">2023-06-15T08:19:00Z</dcterms:created>
  <dcterms:modified xsi:type="dcterms:W3CDTF">2023-06-15T08:30:00Z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